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87E" w:rsidRPr="002124EC" w:rsidRDefault="0043087E" w:rsidP="000D3635">
      <w:pPr>
        <w:spacing w:after="0" w:line="240" w:lineRule="auto"/>
        <w:ind w:firstLine="180"/>
        <w:rPr>
          <w:rFonts w:ascii="Garamond" w:hAnsi="Garamond"/>
          <w:sz w:val="20"/>
          <w:szCs w:val="20"/>
        </w:rPr>
      </w:pPr>
      <w:r w:rsidRPr="002124EC">
        <w:rPr>
          <w:rFonts w:ascii="Garamond" w:hAnsi="Garamond"/>
          <w:sz w:val="20"/>
          <w:szCs w:val="20"/>
        </w:rPr>
        <w:t>Fall, a time of Catholic Football, Starbuck’s Pumpkin Spice, Changing colors, and Halloween. These events make fall the best season of the year.</w:t>
      </w:r>
    </w:p>
    <w:p w:rsidR="0043087E" w:rsidRPr="002124EC" w:rsidRDefault="0043087E" w:rsidP="000D3635">
      <w:pPr>
        <w:spacing w:after="0" w:line="240" w:lineRule="auto"/>
        <w:ind w:firstLine="180"/>
        <w:rPr>
          <w:rFonts w:ascii="Garamond" w:hAnsi="Garamond"/>
          <w:sz w:val="20"/>
          <w:szCs w:val="20"/>
        </w:rPr>
      </w:pPr>
      <w:r w:rsidRPr="002124EC">
        <w:rPr>
          <w:rFonts w:ascii="Garamond" w:hAnsi="Garamond"/>
          <w:sz w:val="20"/>
          <w:szCs w:val="20"/>
        </w:rPr>
        <w:t>Catholic Football is one of the best things about fall. Nothing can compare to the electric atmosphere of a Catholic Football game. Families and friends alike attend these games and love it. Especially this season, since we are undefeated, the games are a blast. “My favorite part of the fall season is going to the football games,” said sophomore Ethan Campbell.</w:t>
      </w:r>
    </w:p>
    <w:p w:rsidR="0043087E" w:rsidRPr="002124EC" w:rsidRDefault="0043087E" w:rsidP="000D3635">
      <w:pPr>
        <w:spacing w:after="0" w:line="240" w:lineRule="auto"/>
        <w:ind w:firstLine="180"/>
        <w:rPr>
          <w:rFonts w:ascii="Garamond" w:hAnsi="Garamond"/>
          <w:sz w:val="20"/>
          <w:szCs w:val="20"/>
        </w:rPr>
      </w:pPr>
      <w:r w:rsidRPr="002124EC">
        <w:rPr>
          <w:rFonts w:ascii="Garamond" w:hAnsi="Garamond"/>
          <w:sz w:val="20"/>
          <w:szCs w:val="20"/>
        </w:rPr>
        <w:t>Another attraction during the fall season is Starbuck’s seasonal beverage, the Pumpkin Spice. People go to Starbucks every day to get a Pumpkin Spice latte and find the delightful taste sensation. Sophomore Hailey Davies said, “I go almost every day to get a Pumpkin Spice from Starbucks, they're delicious.”</w:t>
      </w:r>
    </w:p>
    <w:p w:rsidR="0043087E" w:rsidRPr="002124EC" w:rsidRDefault="0043087E" w:rsidP="000D3635">
      <w:pPr>
        <w:spacing w:after="0" w:line="240" w:lineRule="auto"/>
        <w:ind w:firstLine="180"/>
        <w:rPr>
          <w:rFonts w:ascii="Garamond" w:hAnsi="Garamond"/>
          <w:sz w:val="20"/>
          <w:szCs w:val="20"/>
        </w:rPr>
      </w:pPr>
      <w:r w:rsidRPr="002124EC">
        <w:rPr>
          <w:rFonts w:ascii="Garamond" w:hAnsi="Garamond"/>
          <w:sz w:val="20"/>
          <w:szCs w:val="20"/>
        </w:rPr>
        <w:t>Autumn is the most beautiful season of the year. The changing leaves and beautiful sunsets are a sight not seen during any other season. The weather in fall is crisp and cool. Not too hot but not too cold either so it’s a perfect balance of weather. “I love the weather in the fall because it feels great,” said sophomore Robbie Anderson.</w:t>
      </w:r>
    </w:p>
    <w:p w:rsidR="0043087E" w:rsidRPr="002124EC" w:rsidRDefault="0043087E" w:rsidP="000D3635">
      <w:pPr>
        <w:spacing w:after="0" w:line="240" w:lineRule="auto"/>
        <w:ind w:firstLine="180"/>
        <w:rPr>
          <w:rFonts w:ascii="Garamond" w:hAnsi="Garamond"/>
          <w:sz w:val="20"/>
          <w:szCs w:val="20"/>
        </w:rPr>
      </w:pPr>
      <w:r w:rsidRPr="002124EC">
        <w:rPr>
          <w:rFonts w:ascii="Garamond" w:hAnsi="Garamond"/>
          <w:sz w:val="20"/>
          <w:szCs w:val="20"/>
        </w:rPr>
        <w:t>Halloween is the only holiday where you can wear costumes and masks and scare people and everybody loves it. I mean who doesn’t want large loads of candy that are given away for free from every house you walk to? The parties are fun and there is always a costume contest so everybody wears great costumes.</w:t>
      </w:r>
    </w:p>
    <w:p w:rsidR="0043087E" w:rsidRPr="002124EC" w:rsidRDefault="0043087E" w:rsidP="000D3635">
      <w:pPr>
        <w:spacing w:after="0" w:line="240" w:lineRule="auto"/>
        <w:ind w:firstLine="180"/>
        <w:rPr>
          <w:rFonts w:ascii="Garamond" w:hAnsi="Garamond"/>
          <w:sz w:val="20"/>
          <w:szCs w:val="20"/>
        </w:rPr>
      </w:pPr>
      <w:r w:rsidRPr="002124EC">
        <w:rPr>
          <w:rFonts w:ascii="Garamond" w:hAnsi="Garamond"/>
          <w:sz w:val="20"/>
          <w:szCs w:val="20"/>
        </w:rPr>
        <w:t>The decorations for Halloween are a blast to put up. It is fun to try to be the most creative and put up great decorations that everyone will compliment. Sophomore Wil Mulligan said, “My house always looks the best for Halloween. My family buys the best decorations every year for Halloween.”</w:t>
      </w:r>
    </w:p>
    <w:p w:rsidR="0043087E" w:rsidRPr="002124EC" w:rsidRDefault="0043087E" w:rsidP="000D3635">
      <w:pPr>
        <w:spacing w:after="0" w:line="240" w:lineRule="auto"/>
        <w:ind w:firstLine="180"/>
        <w:rPr>
          <w:rFonts w:ascii="Garamond" w:hAnsi="Garamond"/>
          <w:sz w:val="20"/>
          <w:szCs w:val="20"/>
        </w:rPr>
      </w:pPr>
      <w:r w:rsidRPr="002124EC">
        <w:rPr>
          <w:rFonts w:ascii="Garamond" w:hAnsi="Garamond"/>
          <w:sz w:val="20"/>
          <w:szCs w:val="20"/>
        </w:rPr>
        <w:t xml:space="preserve">Food during autumn is some of the best food all year. Pumpkin pie, apple pies, soups, and Thanksgiving dinner are the best foods of the year. Thanksgiving could be the best meal during the whole year. </w:t>
      </w:r>
      <w:smartTag w:uri="urn:schemas-microsoft-com:office:smarttags" w:element="place">
        <w:smartTag w:uri="urn:schemas-microsoft-com:office:smarttags" w:element="country-region">
          <w:r w:rsidRPr="002124EC">
            <w:rPr>
              <w:rFonts w:ascii="Garamond" w:hAnsi="Garamond"/>
              <w:sz w:val="20"/>
              <w:szCs w:val="20"/>
            </w:rPr>
            <w:t>Turkey</w:t>
          </w:r>
        </w:smartTag>
      </w:smartTag>
      <w:r w:rsidRPr="002124EC">
        <w:rPr>
          <w:rFonts w:ascii="Garamond" w:hAnsi="Garamond"/>
          <w:sz w:val="20"/>
          <w:szCs w:val="20"/>
        </w:rPr>
        <w:t>, Stuffing, Mashed Potatoes, and Cranberry Sauce are the best combination of foods that there could be.</w:t>
      </w:r>
    </w:p>
    <w:p w:rsidR="0043087E" w:rsidRPr="002124EC" w:rsidRDefault="0043087E" w:rsidP="000D3635">
      <w:pPr>
        <w:spacing w:after="0" w:line="240" w:lineRule="auto"/>
        <w:ind w:firstLine="180"/>
        <w:rPr>
          <w:rFonts w:ascii="Garamond" w:hAnsi="Garamond"/>
          <w:sz w:val="20"/>
          <w:szCs w:val="20"/>
        </w:rPr>
      </w:pPr>
      <w:r w:rsidRPr="002124EC">
        <w:rPr>
          <w:rFonts w:ascii="Garamond" w:hAnsi="Garamond"/>
          <w:sz w:val="20"/>
          <w:szCs w:val="20"/>
        </w:rPr>
        <w:t xml:space="preserve">Fall is just a great time of the year. Football games, food, holidays, and the weather during fall all come together to make this the best season of the year.    </w:t>
      </w:r>
    </w:p>
    <w:sectPr w:rsidR="0043087E" w:rsidRPr="002124EC" w:rsidSect="006C7B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001B"/>
    <w:rsid w:val="00012B9A"/>
    <w:rsid w:val="000D3635"/>
    <w:rsid w:val="00106483"/>
    <w:rsid w:val="00182100"/>
    <w:rsid w:val="002124EC"/>
    <w:rsid w:val="0043087E"/>
    <w:rsid w:val="006B001B"/>
    <w:rsid w:val="006C7B50"/>
    <w:rsid w:val="0072174F"/>
    <w:rsid w:val="0079390F"/>
    <w:rsid w:val="007B547A"/>
    <w:rsid w:val="007C531F"/>
    <w:rsid w:val="00896836"/>
    <w:rsid w:val="00980CF8"/>
    <w:rsid w:val="00AB20E2"/>
    <w:rsid w:val="00E740E4"/>
    <w:rsid w:val="00FC6C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B50"/>
    <w:pPr>
      <w:spacing w:after="200" w:line="480" w:lineRule="auto"/>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332</Words>
  <Characters>1898</Characters>
  <Application>Microsoft Office Outlook</Application>
  <DocSecurity>0</DocSecurity>
  <Lines>0</Lines>
  <Paragraphs>0</Paragraphs>
  <ScaleCrop>false</ScaleCrop>
  <Company>Acer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Fall, a time of Catholic Football, Starbuck’s Pumpkin Spice, Changing colors, and Halloween</dc:title>
  <dc:subject/>
  <dc:creator>Valued Acer Customer</dc:creator>
  <cp:keywords/>
  <dc:description/>
  <cp:lastModifiedBy>Robbe</cp:lastModifiedBy>
  <cp:revision>2</cp:revision>
  <dcterms:created xsi:type="dcterms:W3CDTF">2011-11-03T01:01:00Z</dcterms:created>
  <dcterms:modified xsi:type="dcterms:W3CDTF">2011-11-03T01:01:00Z</dcterms:modified>
</cp:coreProperties>
</file>